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2575134" w14:textId="77777777" w:rsidTr="00F862D6">
        <w:tc>
          <w:tcPr>
            <w:tcW w:w="1020" w:type="dxa"/>
          </w:tcPr>
          <w:p w14:paraId="494CAB4F" w14:textId="77777777" w:rsidR="00F64786" w:rsidRDefault="00F64786" w:rsidP="0077673A"/>
        </w:tc>
        <w:tc>
          <w:tcPr>
            <w:tcW w:w="2552" w:type="dxa"/>
          </w:tcPr>
          <w:p w14:paraId="1D54D276" w14:textId="77777777" w:rsidR="00F64786" w:rsidRDefault="00F64786" w:rsidP="0077673A"/>
        </w:tc>
        <w:tc>
          <w:tcPr>
            <w:tcW w:w="823" w:type="dxa"/>
          </w:tcPr>
          <w:p w14:paraId="5A1ACDC2" w14:textId="77777777" w:rsidR="00F64786" w:rsidRDefault="00F64786" w:rsidP="0077673A"/>
        </w:tc>
        <w:tc>
          <w:tcPr>
            <w:tcW w:w="3685" w:type="dxa"/>
          </w:tcPr>
          <w:p w14:paraId="515483F6" w14:textId="77777777" w:rsidR="00F64786" w:rsidRDefault="00F64786" w:rsidP="0077673A"/>
        </w:tc>
      </w:tr>
      <w:tr w:rsidR="00F862D6" w14:paraId="1EAEA179" w14:textId="77777777" w:rsidTr="00596C7E">
        <w:tc>
          <w:tcPr>
            <w:tcW w:w="1020" w:type="dxa"/>
          </w:tcPr>
          <w:p w14:paraId="5AD313C0" w14:textId="77777777" w:rsidR="00F862D6" w:rsidRDefault="00F862D6" w:rsidP="0077673A"/>
        </w:tc>
        <w:tc>
          <w:tcPr>
            <w:tcW w:w="2552" w:type="dxa"/>
          </w:tcPr>
          <w:p w14:paraId="6EA9A11C" w14:textId="77777777" w:rsidR="00F862D6" w:rsidRDefault="00F862D6" w:rsidP="00764595"/>
        </w:tc>
        <w:tc>
          <w:tcPr>
            <w:tcW w:w="823" w:type="dxa"/>
          </w:tcPr>
          <w:p w14:paraId="7C96B2BE" w14:textId="77777777" w:rsidR="00F862D6" w:rsidRDefault="00F862D6" w:rsidP="0077673A"/>
        </w:tc>
        <w:tc>
          <w:tcPr>
            <w:tcW w:w="3685" w:type="dxa"/>
            <w:vMerge w:val="restart"/>
          </w:tcPr>
          <w:p w14:paraId="3C5421BA" w14:textId="77777777" w:rsidR="00596C7E" w:rsidRDefault="00596C7E" w:rsidP="00596C7E">
            <w:pPr>
              <w:rPr>
                <w:rStyle w:val="Potovnadresa"/>
              </w:rPr>
            </w:pPr>
          </w:p>
          <w:p w14:paraId="029EBC68" w14:textId="77777777" w:rsidR="00F862D6" w:rsidRPr="00FF7B1B" w:rsidRDefault="00FF7B1B" w:rsidP="00FF7B1B">
            <w:pPr>
              <w:ind w:left="850"/>
              <w:rPr>
                <w:rStyle w:val="Potovnadresa"/>
                <w:b/>
              </w:rPr>
            </w:pPr>
            <w:r w:rsidRPr="00FF7B1B">
              <w:rPr>
                <w:rStyle w:val="Potovnadresa"/>
                <w:b/>
              </w:rPr>
              <w:t>Prostřednictvím E-ZAK</w:t>
            </w:r>
          </w:p>
        </w:tc>
      </w:tr>
      <w:tr w:rsidR="00F862D6" w14:paraId="3D15631B" w14:textId="77777777" w:rsidTr="00F862D6">
        <w:tc>
          <w:tcPr>
            <w:tcW w:w="1020" w:type="dxa"/>
          </w:tcPr>
          <w:p w14:paraId="2C756192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E2CFAE0" w14:textId="77777777" w:rsidR="00F862D6" w:rsidRPr="003E6B9A" w:rsidRDefault="00FF7B1B" w:rsidP="0037111D">
            <w:r w:rsidRPr="00FF7B1B">
              <w:rPr>
                <w:rFonts w:ascii="Helvetica" w:hAnsi="Helvetica"/>
              </w:rPr>
              <w:t>9487/2022-SŽ-SSV-Ú3</w:t>
            </w:r>
          </w:p>
        </w:tc>
        <w:tc>
          <w:tcPr>
            <w:tcW w:w="823" w:type="dxa"/>
          </w:tcPr>
          <w:p w14:paraId="0EA13F3E" w14:textId="77777777" w:rsidR="00F862D6" w:rsidRDefault="00F862D6" w:rsidP="0077673A"/>
        </w:tc>
        <w:tc>
          <w:tcPr>
            <w:tcW w:w="3685" w:type="dxa"/>
            <w:vMerge/>
          </w:tcPr>
          <w:p w14:paraId="5B03D529" w14:textId="77777777" w:rsidR="00F862D6" w:rsidRDefault="00F862D6" w:rsidP="0077673A"/>
        </w:tc>
      </w:tr>
      <w:tr w:rsidR="00F862D6" w14:paraId="00C23CA0" w14:textId="77777777" w:rsidTr="00F862D6">
        <w:tc>
          <w:tcPr>
            <w:tcW w:w="1020" w:type="dxa"/>
          </w:tcPr>
          <w:p w14:paraId="7887DB25" w14:textId="77777777" w:rsidR="00F862D6" w:rsidRPr="002A450E" w:rsidRDefault="00F862D6" w:rsidP="0077673A">
            <w:r w:rsidRPr="002A450E">
              <w:t>Listů/příloh</w:t>
            </w:r>
          </w:p>
        </w:tc>
        <w:tc>
          <w:tcPr>
            <w:tcW w:w="2552" w:type="dxa"/>
          </w:tcPr>
          <w:p w14:paraId="0EEF2091" w14:textId="53CA685C" w:rsidR="00F862D6" w:rsidRPr="002A450E" w:rsidRDefault="002A450E" w:rsidP="00CC1E2B">
            <w:r w:rsidRPr="002A450E">
              <w:t>2</w:t>
            </w:r>
            <w:r w:rsidR="003E6B9A" w:rsidRPr="002A450E">
              <w:t>/0</w:t>
            </w:r>
          </w:p>
        </w:tc>
        <w:tc>
          <w:tcPr>
            <w:tcW w:w="823" w:type="dxa"/>
          </w:tcPr>
          <w:p w14:paraId="06C1138D" w14:textId="77777777" w:rsidR="00F862D6" w:rsidRDefault="00F862D6" w:rsidP="0077673A"/>
        </w:tc>
        <w:tc>
          <w:tcPr>
            <w:tcW w:w="3685" w:type="dxa"/>
            <w:vMerge/>
          </w:tcPr>
          <w:p w14:paraId="3817B687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52224B57" w14:textId="77777777" w:rsidTr="00B23CA3">
        <w:trPr>
          <w:trHeight w:val="77"/>
        </w:trPr>
        <w:tc>
          <w:tcPr>
            <w:tcW w:w="1020" w:type="dxa"/>
          </w:tcPr>
          <w:p w14:paraId="369C88F6" w14:textId="77777777" w:rsidR="00F862D6" w:rsidRDefault="00F862D6" w:rsidP="0077673A"/>
        </w:tc>
        <w:tc>
          <w:tcPr>
            <w:tcW w:w="2552" w:type="dxa"/>
          </w:tcPr>
          <w:p w14:paraId="2E3F201C" w14:textId="77777777" w:rsidR="00F862D6" w:rsidRPr="003E6B9A" w:rsidRDefault="00F862D6" w:rsidP="0077673A"/>
        </w:tc>
        <w:tc>
          <w:tcPr>
            <w:tcW w:w="823" w:type="dxa"/>
          </w:tcPr>
          <w:p w14:paraId="46BF8FD6" w14:textId="77777777" w:rsidR="00F862D6" w:rsidRDefault="00F862D6" w:rsidP="0077673A"/>
        </w:tc>
        <w:tc>
          <w:tcPr>
            <w:tcW w:w="3685" w:type="dxa"/>
            <w:vMerge/>
          </w:tcPr>
          <w:p w14:paraId="3DFDF163" w14:textId="77777777" w:rsidR="00F862D6" w:rsidRDefault="00F862D6" w:rsidP="0077673A"/>
        </w:tc>
      </w:tr>
      <w:tr w:rsidR="00FF7B1B" w14:paraId="0B383BA5" w14:textId="77777777" w:rsidTr="00F862D6">
        <w:tc>
          <w:tcPr>
            <w:tcW w:w="1020" w:type="dxa"/>
          </w:tcPr>
          <w:p w14:paraId="08B1236C" w14:textId="77777777" w:rsidR="00FF7B1B" w:rsidRDefault="00FF7B1B" w:rsidP="00FF7B1B">
            <w:r>
              <w:t>Vyřizuje</w:t>
            </w:r>
          </w:p>
        </w:tc>
        <w:tc>
          <w:tcPr>
            <w:tcW w:w="2552" w:type="dxa"/>
          </w:tcPr>
          <w:p w14:paraId="0EA89F68" w14:textId="77777777" w:rsidR="00FF7B1B" w:rsidRPr="003E6B9A" w:rsidRDefault="00FF7B1B" w:rsidP="00FF7B1B">
            <w:r>
              <w:t>Ing. Kamila Přerovská</w:t>
            </w:r>
          </w:p>
        </w:tc>
        <w:tc>
          <w:tcPr>
            <w:tcW w:w="823" w:type="dxa"/>
          </w:tcPr>
          <w:p w14:paraId="75F822F5" w14:textId="77777777" w:rsidR="00FF7B1B" w:rsidRDefault="00FF7B1B" w:rsidP="00FF7B1B"/>
        </w:tc>
        <w:tc>
          <w:tcPr>
            <w:tcW w:w="3685" w:type="dxa"/>
            <w:vMerge/>
          </w:tcPr>
          <w:p w14:paraId="4B620A76" w14:textId="77777777" w:rsidR="00FF7B1B" w:rsidRDefault="00FF7B1B" w:rsidP="00FF7B1B"/>
        </w:tc>
      </w:tr>
      <w:tr w:rsidR="00FF7B1B" w14:paraId="66057B6D" w14:textId="77777777" w:rsidTr="00F862D6">
        <w:tc>
          <w:tcPr>
            <w:tcW w:w="1020" w:type="dxa"/>
          </w:tcPr>
          <w:p w14:paraId="0754D634" w14:textId="77777777" w:rsidR="00FF7B1B" w:rsidRDefault="00FF7B1B" w:rsidP="00FF7B1B"/>
        </w:tc>
        <w:tc>
          <w:tcPr>
            <w:tcW w:w="2552" w:type="dxa"/>
          </w:tcPr>
          <w:p w14:paraId="5CAA3147" w14:textId="77777777" w:rsidR="00FF7B1B" w:rsidRPr="003E6B9A" w:rsidRDefault="00FF7B1B" w:rsidP="00FF7B1B"/>
        </w:tc>
        <w:tc>
          <w:tcPr>
            <w:tcW w:w="823" w:type="dxa"/>
          </w:tcPr>
          <w:p w14:paraId="083146F7" w14:textId="77777777" w:rsidR="00FF7B1B" w:rsidRDefault="00FF7B1B" w:rsidP="00FF7B1B"/>
        </w:tc>
        <w:tc>
          <w:tcPr>
            <w:tcW w:w="3685" w:type="dxa"/>
            <w:vMerge/>
          </w:tcPr>
          <w:p w14:paraId="657C20DC" w14:textId="77777777" w:rsidR="00FF7B1B" w:rsidRDefault="00FF7B1B" w:rsidP="00FF7B1B"/>
        </w:tc>
      </w:tr>
      <w:tr w:rsidR="00FF7B1B" w14:paraId="7D90053E" w14:textId="77777777" w:rsidTr="00F862D6">
        <w:tc>
          <w:tcPr>
            <w:tcW w:w="1020" w:type="dxa"/>
          </w:tcPr>
          <w:p w14:paraId="7B5CE6D3" w14:textId="77777777" w:rsidR="00FF7B1B" w:rsidRDefault="00FF7B1B" w:rsidP="00FF7B1B">
            <w:r>
              <w:t>Mobil</w:t>
            </w:r>
          </w:p>
        </w:tc>
        <w:tc>
          <w:tcPr>
            <w:tcW w:w="2552" w:type="dxa"/>
          </w:tcPr>
          <w:p w14:paraId="361031E0" w14:textId="77777777" w:rsidR="00FF7B1B" w:rsidRPr="003E6B9A" w:rsidRDefault="00FF7B1B" w:rsidP="00FF7B1B">
            <w:r>
              <w:t>702 164 086</w:t>
            </w:r>
          </w:p>
        </w:tc>
        <w:tc>
          <w:tcPr>
            <w:tcW w:w="823" w:type="dxa"/>
          </w:tcPr>
          <w:p w14:paraId="265636B8" w14:textId="77777777" w:rsidR="00FF7B1B" w:rsidRDefault="00FF7B1B" w:rsidP="00FF7B1B"/>
        </w:tc>
        <w:tc>
          <w:tcPr>
            <w:tcW w:w="3685" w:type="dxa"/>
            <w:vMerge/>
          </w:tcPr>
          <w:p w14:paraId="547DEA3D" w14:textId="77777777" w:rsidR="00FF7B1B" w:rsidRDefault="00FF7B1B" w:rsidP="00FF7B1B"/>
        </w:tc>
      </w:tr>
      <w:tr w:rsidR="00FF7B1B" w14:paraId="27A24075" w14:textId="77777777" w:rsidTr="00F862D6">
        <w:tc>
          <w:tcPr>
            <w:tcW w:w="1020" w:type="dxa"/>
          </w:tcPr>
          <w:p w14:paraId="1926089F" w14:textId="77777777" w:rsidR="00FF7B1B" w:rsidRDefault="00FF7B1B" w:rsidP="00FF7B1B">
            <w:r>
              <w:t>E-mail</w:t>
            </w:r>
          </w:p>
        </w:tc>
        <w:tc>
          <w:tcPr>
            <w:tcW w:w="2552" w:type="dxa"/>
          </w:tcPr>
          <w:p w14:paraId="63258138" w14:textId="77777777" w:rsidR="00FF7B1B" w:rsidRPr="003E6B9A" w:rsidRDefault="002A450E" w:rsidP="00FF7B1B">
            <w:hyperlink r:id="rId11" w:history="1">
              <w:r w:rsidR="00FF7B1B" w:rsidRPr="0065428A">
                <w:rPr>
                  <w:rStyle w:val="Hypertextovodkaz"/>
                </w:rPr>
                <w:t>Prerovska@spravazeleznic.cz</w:t>
              </w:r>
            </w:hyperlink>
            <w:r w:rsidR="00FF7B1B">
              <w:t xml:space="preserve"> </w:t>
            </w:r>
          </w:p>
        </w:tc>
        <w:tc>
          <w:tcPr>
            <w:tcW w:w="823" w:type="dxa"/>
          </w:tcPr>
          <w:p w14:paraId="30DB29CC" w14:textId="77777777" w:rsidR="00FF7B1B" w:rsidRDefault="00FF7B1B" w:rsidP="00FF7B1B"/>
        </w:tc>
        <w:tc>
          <w:tcPr>
            <w:tcW w:w="3685" w:type="dxa"/>
            <w:vMerge/>
          </w:tcPr>
          <w:p w14:paraId="62DF3287" w14:textId="77777777" w:rsidR="00FF7B1B" w:rsidRDefault="00FF7B1B" w:rsidP="00FF7B1B"/>
        </w:tc>
      </w:tr>
      <w:tr w:rsidR="009A7568" w14:paraId="44BDA144" w14:textId="77777777" w:rsidTr="00F862D6">
        <w:tc>
          <w:tcPr>
            <w:tcW w:w="1020" w:type="dxa"/>
          </w:tcPr>
          <w:p w14:paraId="168F930F" w14:textId="77777777" w:rsidR="009A7568" w:rsidRDefault="009A7568" w:rsidP="009A7568"/>
        </w:tc>
        <w:tc>
          <w:tcPr>
            <w:tcW w:w="2552" w:type="dxa"/>
          </w:tcPr>
          <w:p w14:paraId="1D097607" w14:textId="77777777" w:rsidR="009A7568" w:rsidRPr="003E6B9A" w:rsidRDefault="009A7568" w:rsidP="009A7568"/>
        </w:tc>
        <w:tc>
          <w:tcPr>
            <w:tcW w:w="823" w:type="dxa"/>
          </w:tcPr>
          <w:p w14:paraId="0F019A47" w14:textId="77777777" w:rsidR="009A7568" w:rsidRDefault="009A7568" w:rsidP="009A7568"/>
        </w:tc>
        <w:tc>
          <w:tcPr>
            <w:tcW w:w="3685" w:type="dxa"/>
          </w:tcPr>
          <w:p w14:paraId="4B883DF4" w14:textId="77777777" w:rsidR="009A7568" w:rsidRDefault="009A7568" w:rsidP="009A7568"/>
        </w:tc>
      </w:tr>
      <w:tr w:rsidR="009A7568" w14:paraId="3B45E8BD" w14:textId="77777777" w:rsidTr="00F862D6">
        <w:tc>
          <w:tcPr>
            <w:tcW w:w="1020" w:type="dxa"/>
          </w:tcPr>
          <w:p w14:paraId="39E08F8F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6F04354" w14:textId="2BD2895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A450E">
              <w:rPr>
                <w:noProof/>
              </w:rPr>
              <w:t>29.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A53DA4F" w14:textId="77777777" w:rsidR="009A7568" w:rsidRDefault="009A7568" w:rsidP="009A7568"/>
        </w:tc>
        <w:tc>
          <w:tcPr>
            <w:tcW w:w="3685" w:type="dxa"/>
          </w:tcPr>
          <w:p w14:paraId="7DEAFF02" w14:textId="77777777" w:rsidR="009A7568" w:rsidRDefault="009A7568" w:rsidP="009A7568"/>
        </w:tc>
      </w:tr>
      <w:tr w:rsidR="00F64786" w14:paraId="7B599CB0" w14:textId="77777777" w:rsidTr="00F862D6">
        <w:tc>
          <w:tcPr>
            <w:tcW w:w="1020" w:type="dxa"/>
          </w:tcPr>
          <w:p w14:paraId="03FE5BA1" w14:textId="77777777" w:rsidR="00F64786" w:rsidRDefault="00F64786" w:rsidP="0077673A"/>
        </w:tc>
        <w:tc>
          <w:tcPr>
            <w:tcW w:w="2552" w:type="dxa"/>
          </w:tcPr>
          <w:p w14:paraId="500DCF1B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CCF31AD" w14:textId="77777777" w:rsidR="00F64786" w:rsidRDefault="00F64786" w:rsidP="0077673A"/>
        </w:tc>
        <w:tc>
          <w:tcPr>
            <w:tcW w:w="3685" w:type="dxa"/>
          </w:tcPr>
          <w:p w14:paraId="73B17EC7" w14:textId="77777777" w:rsidR="00F64786" w:rsidRDefault="00F64786" w:rsidP="0077673A"/>
        </w:tc>
      </w:tr>
      <w:tr w:rsidR="00F862D6" w14:paraId="20E930EA" w14:textId="77777777" w:rsidTr="00B45E9E">
        <w:trPr>
          <w:trHeight w:val="794"/>
        </w:trPr>
        <w:tc>
          <w:tcPr>
            <w:tcW w:w="1020" w:type="dxa"/>
          </w:tcPr>
          <w:p w14:paraId="37DD0AA4" w14:textId="77777777" w:rsidR="00F862D6" w:rsidRDefault="00F862D6" w:rsidP="0077673A"/>
        </w:tc>
        <w:tc>
          <w:tcPr>
            <w:tcW w:w="2552" w:type="dxa"/>
          </w:tcPr>
          <w:p w14:paraId="35EE156A" w14:textId="77777777" w:rsidR="00F862D6" w:rsidRDefault="00F862D6" w:rsidP="00F310F8"/>
        </w:tc>
        <w:tc>
          <w:tcPr>
            <w:tcW w:w="823" w:type="dxa"/>
          </w:tcPr>
          <w:p w14:paraId="09B84333" w14:textId="77777777" w:rsidR="00F862D6" w:rsidRDefault="00F862D6" w:rsidP="0077673A"/>
        </w:tc>
        <w:tc>
          <w:tcPr>
            <w:tcW w:w="3685" w:type="dxa"/>
          </w:tcPr>
          <w:p w14:paraId="7CF6BE23" w14:textId="77777777" w:rsidR="00F862D6" w:rsidRDefault="00F862D6" w:rsidP="0077673A"/>
        </w:tc>
      </w:tr>
    </w:tbl>
    <w:p w14:paraId="2D063F93" w14:textId="77777777" w:rsidR="00FF7B1B" w:rsidRDefault="00FF7B1B" w:rsidP="00FF7B1B">
      <w:pPr>
        <w:spacing w:after="0" w:line="240" w:lineRule="auto"/>
        <w:ind w:left="705" w:hanging="705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lang w:eastAsia="cs-CZ"/>
        </w:rPr>
        <w:t>Věc:</w:t>
      </w:r>
      <w:r>
        <w:rPr>
          <w:rFonts w:eastAsia="Calibri" w:cs="Times New Roman"/>
          <w:lang w:eastAsia="cs-CZ"/>
        </w:rPr>
        <w:tab/>
      </w:r>
      <w:r>
        <w:rPr>
          <w:rFonts w:eastAsia="Calibri" w:cs="Times New Roman"/>
          <w:b/>
          <w:lang w:eastAsia="cs-CZ"/>
        </w:rPr>
        <w:t>Rekonstrukce a doplnění závor na přejezdu P8324 v km 125,250 na trati Český Těšín – Frýdek Místek</w:t>
      </w:r>
    </w:p>
    <w:p w14:paraId="63C1B794" w14:textId="77777777" w:rsidR="00FF7B1B" w:rsidRDefault="00FF7B1B" w:rsidP="00FF7B1B">
      <w:pPr>
        <w:spacing w:after="0" w:line="240" w:lineRule="auto"/>
        <w:rPr>
          <w:rFonts w:eastAsia="Calibri" w:cs="Times New Roman"/>
          <w:lang w:eastAsia="cs-CZ"/>
        </w:rPr>
      </w:pPr>
    </w:p>
    <w:p w14:paraId="19AC860E" w14:textId="77777777" w:rsidR="00CB7B5A" w:rsidRDefault="00FF7B1B" w:rsidP="00FF7B1B">
      <w:pPr>
        <w:spacing w:after="0" w:line="240" w:lineRule="auto"/>
        <w:ind w:firstLine="705"/>
        <w:rPr>
          <w:rFonts w:eastAsia="Times New Roman" w:cs="Times New Roman"/>
          <w:lang w:eastAsia="cs-CZ"/>
        </w:rPr>
      </w:pPr>
      <w:r w:rsidRPr="00BA6807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>
        <w:rPr>
          <w:rFonts w:eastAsia="Times New Roman" w:cs="Times New Roman"/>
          <w:lang w:eastAsia="cs-CZ"/>
        </w:rPr>
        <w:t>3</w:t>
      </w:r>
    </w:p>
    <w:p w14:paraId="0A9F8009" w14:textId="77777777" w:rsidR="00FF7B1B" w:rsidRPr="00CB7B5A" w:rsidRDefault="00FF7B1B" w:rsidP="00FF7B1B">
      <w:pPr>
        <w:spacing w:after="0" w:line="240" w:lineRule="auto"/>
        <w:ind w:firstLine="705"/>
        <w:rPr>
          <w:rFonts w:eastAsia="Calibri" w:cs="Times New Roman"/>
          <w:b/>
          <w:lang w:eastAsia="cs-CZ"/>
        </w:rPr>
      </w:pPr>
    </w:p>
    <w:p w14:paraId="53498D85" w14:textId="77777777" w:rsidR="00EC641F" w:rsidRDefault="00EC641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3FF8E8C" w14:textId="26D1A23C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 w:rsidR="00FF7B1B">
        <w:rPr>
          <w:rFonts w:eastAsia="Calibri" w:cs="Times New Roman"/>
          <w:b/>
          <w:lang w:eastAsia="cs-CZ"/>
        </w:rPr>
        <w:t>2</w:t>
      </w:r>
      <w:r w:rsidRPr="00CB7B5A">
        <w:rPr>
          <w:rFonts w:eastAsia="Calibri" w:cs="Times New Roman"/>
          <w:b/>
          <w:lang w:eastAsia="cs-CZ"/>
        </w:rPr>
        <w:t>:</w:t>
      </w:r>
    </w:p>
    <w:p w14:paraId="1E0C49F5" w14:textId="77777777" w:rsidR="00FF7B1B" w:rsidRDefault="00FF7B1B" w:rsidP="00FF7B1B">
      <w:pPr>
        <w:jc w:val="both"/>
      </w:pPr>
      <w:r w:rsidRPr="00800321">
        <w:rPr>
          <w:b/>
        </w:rPr>
        <w:t>SO 01-13-01</w:t>
      </w:r>
      <w:r>
        <w:t xml:space="preserve"> </w:t>
      </w:r>
      <w:r w:rsidRPr="00800321">
        <w:rPr>
          <w:b/>
        </w:rPr>
        <w:t>„Železniční přejezd“</w:t>
      </w:r>
      <w:r>
        <w:t xml:space="preserve"> : V hlavičce soupisu prací je uvedeno následující: </w:t>
      </w:r>
    </w:p>
    <w:p w14:paraId="587DFF37" w14:textId="77777777" w:rsidR="00FF7B1B" w:rsidRDefault="00FF7B1B" w:rsidP="00FF7B1B">
      <w:pPr>
        <w:spacing w:after="0"/>
        <w:jc w:val="both"/>
      </w:pPr>
      <w:r>
        <w:t xml:space="preserve">Stavba: </w:t>
      </w:r>
      <w:r w:rsidRPr="003E3B34">
        <w:t>Rekonstrukce přejezdu P8325</w:t>
      </w:r>
    </w:p>
    <w:p w14:paraId="74B4B832" w14:textId="77777777" w:rsidR="00FF7B1B" w:rsidRDefault="00FF7B1B" w:rsidP="00FF7B1B">
      <w:pPr>
        <w:spacing w:after="0"/>
        <w:jc w:val="both"/>
      </w:pPr>
      <w:r>
        <w:t xml:space="preserve">Rozpočet: </w:t>
      </w:r>
      <w:r w:rsidRPr="003E3B34">
        <w:t>Úprava přejezdu P8325</w:t>
      </w:r>
    </w:p>
    <w:p w14:paraId="540B407D" w14:textId="77777777" w:rsidR="00FF7B1B" w:rsidRDefault="00FF7B1B" w:rsidP="00FF7B1B">
      <w:pPr>
        <w:spacing w:after="0"/>
        <w:jc w:val="both"/>
      </w:pPr>
    </w:p>
    <w:p w14:paraId="4EB5CBA8" w14:textId="77777777" w:rsidR="00FF7B1B" w:rsidRPr="00CB7B5A" w:rsidRDefault="00FF7B1B" w:rsidP="00FF7B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Tato stavba se týká přejezdu P8324. Pro jistotu se tážeme, že se jedná o překlep a nikoliv SO související stavby? Žádáme zadavatele o prověření.</w:t>
      </w:r>
    </w:p>
    <w:p w14:paraId="2F52DA7A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944A1F" w14:textId="77777777" w:rsidR="00CB7B5A" w:rsidRDefault="00FF7B1B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0BEC4BE6" w14:textId="0CDC392C" w:rsidR="00FF7B1B" w:rsidRPr="00E7640F" w:rsidRDefault="00BE78FB" w:rsidP="002A450E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2A450E">
        <w:rPr>
          <w:rFonts w:eastAsia="Calibri" w:cs="Times New Roman"/>
          <w:lang w:eastAsia="cs-CZ"/>
        </w:rPr>
        <w:t xml:space="preserve">Jedná se o překlep v názvu SO. </w:t>
      </w:r>
    </w:p>
    <w:p w14:paraId="032878B8" w14:textId="2D8458A5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9497BAC" w14:textId="77777777" w:rsidR="002A450E" w:rsidRPr="00CB7B5A" w:rsidRDefault="002A450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2ABED3B" w14:textId="77777777" w:rsidR="00CB7B5A" w:rsidRDefault="00FF7B1B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13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58B8C7BA" w14:textId="77777777" w:rsidR="00FF7B1B" w:rsidRDefault="00FF7B1B" w:rsidP="00FF7B1B">
      <w:pPr>
        <w:spacing w:after="0" w:line="240" w:lineRule="auto"/>
        <w:jc w:val="both"/>
      </w:pPr>
      <w:r w:rsidRPr="00800321">
        <w:rPr>
          <w:b/>
        </w:rPr>
        <w:t>SO 98-98</w:t>
      </w:r>
      <w:r>
        <w:rPr>
          <w:b/>
        </w:rPr>
        <w:t xml:space="preserve"> „</w:t>
      </w:r>
      <w:r w:rsidRPr="00800321">
        <w:rPr>
          <w:b/>
        </w:rPr>
        <w:t>Všeobecný objekt</w:t>
      </w:r>
      <w:r>
        <w:rPr>
          <w:b/>
        </w:rPr>
        <w:t xml:space="preserve">“ </w:t>
      </w:r>
      <w:r>
        <w:t>: V soupisu prací uvedeného SO postrádáme položku pro ocenění nákladů na z</w:t>
      </w:r>
      <w:r w:rsidRPr="006E636F">
        <w:t>ajištění vydání osvědčení o shodě notifikovanou osobou</w:t>
      </w:r>
      <w:r>
        <w:t>.</w:t>
      </w:r>
      <w:r w:rsidRPr="006E636F">
        <w:t xml:space="preserve"> </w:t>
      </w:r>
      <w:r>
        <w:t>Žádáme zadavatele o prověření/vysvětlení.</w:t>
      </w:r>
    </w:p>
    <w:p w14:paraId="43D30C80" w14:textId="77777777" w:rsidR="00FF7B1B" w:rsidRPr="00CB7B5A" w:rsidRDefault="00FF7B1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29373DA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DD03482" w14:textId="63BCDF4D" w:rsidR="00FF7B1B" w:rsidRPr="002A450E" w:rsidRDefault="00E7640F" w:rsidP="002A450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A450E">
        <w:t>Platnost certifikátu neomezená, vydání osvědčení o shodě notifikovanou osobou po realizaci stavby není potřeba.</w:t>
      </w:r>
    </w:p>
    <w:p w14:paraId="777B2F8C" w14:textId="5680BA78" w:rsidR="00FF7B1B" w:rsidRDefault="00FF7B1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37E651D" w14:textId="77777777" w:rsidR="00EC641F" w:rsidRDefault="00EC641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DC0346" w14:textId="77777777" w:rsidR="00FF7B1B" w:rsidRDefault="00FF7B1B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14:</w:t>
      </w:r>
    </w:p>
    <w:p w14:paraId="5276602E" w14:textId="77777777" w:rsidR="004C758B" w:rsidRDefault="004C758B" w:rsidP="004C758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0321">
        <w:rPr>
          <w:b/>
        </w:rPr>
        <w:t>PS 01-02-11</w:t>
      </w:r>
      <w:r>
        <w:rPr>
          <w:b/>
        </w:rPr>
        <w:t xml:space="preserve"> „</w:t>
      </w:r>
      <w:r w:rsidRPr="00800321">
        <w:rPr>
          <w:b/>
        </w:rPr>
        <w:t>Sdělovací kabelizace</w:t>
      </w:r>
      <w:r>
        <w:rPr>
          <w:b/>
        </w:rPr>
        <w:t xml:space="preserve">“ </w:t>
      </w:r>
      <w:r>
        <w:t>: Dle ZTP bude ústředna PZTS zapojena do DDTS. Žádáme zadavatele o vyjádření ,do které položky si má uchazeč ocenit potřebné náklady na integraci PZTS do DDTS. Případně prosíme o doplnění odpovídající položky do soupisu prací.</w:t>
      </w:r>
    </w:p>
    <w:p w14:paraId="2254B70E" w14:textId="77777777" w:rsidR="00FF7B1B" w:rsidRDefault="00FF7B1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6FF4E9B" w14:textId="77777777" w:rsidR="00FF7B1B" w:rsidRPr="00CB7B5A" w:rsidRDefault="00FF7B1B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2B7764D4" w14:textId="30346FA2" w:rsidR="00FF7B1B" w:rsidRPr="002A450E" w:rsidRDefault="00BE78FB" w:rsidP="002A450E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Hlk107297545"/>
      <w:r w:rsidRPr="002A450E">
        <w:rPr>
          <w:rFonts w:eastAsia="Calibri" w:cs="Times New Roman"/>
          <w:lang w:eastAsia="cs-CZ"/>
        </w:rPr>
        <w:t xml:space="preserve">V rámci stavby nebude ústředna zapojena do DDTS, </w:t>
      </w:r>
      <w:r w:rsidR="00A93CCF" w:rsidRPr="002A450E">
        <w:rPr>
          <w:rFonts w:eastAsia="Calibri" w:cs="Times New Roman"/>
          <w:lang w:eastAsia="cs-CZ"/>
        </w:rPr>
        <w:t xml:space="preserve">ve stanici </w:t>
      </w:r>
      <w:r w:rsidR="00A5411A" w:rsidRPr="002A450E">
        <w:rPr>
          <w:rFonts w:eastAsia="Calibri" w:cs="Times New Roman"/>
          <w:lang w:eastAsia="cs-CZ"/>
        </w:rPr>
        <w:t xml:space="preserve">Hnojník </w:t>
      </w:r>
      <w:r w:rsidR="00CA3F46" w:rsidRPr="002A450E">
        <w:rPr>
          <w:rFonts w:eastAsia="Calibri" w:cs="Times New Roman"/>
          <w:lang w:eastAsia="cs-CZ"/>
        </w:rPr>
        <w:t xml:space="preserve">není </w:t>
      </w:r>
      <w:r w:rsidR="00A93CCF" w:rsidRPr="002A450E">
        <w:rPr>
          <w:rFonts w:eastAsia="Calibri" w:cs="Times New Roman"/>
          <w:lang w:eastAsia="cs-CZ"/>
        </w:rPr>
        <w:t>v</w:t>
      </w:r>
      <w:r w:rsidR="00CA3F46" w:rsidRPr="002A450E">
        <w:rPr>
          <w:rFonts w:eastAsia="Calibri" w:cs="Times New Roman"/>
          <w:lang w:eastAsia="cs-CZ"/>
        </w:rPr>
        <w:t> </w:t>
      </w:r>
      <w:r w:rsidR="00A93CCF" w:rsidRPr="002A450E">
        <w:rPr>
          <w:rFonts w:eastAsia="Calibri" w:cs="Times New Roman"/>
          <w:lang w:eastAsia="cs-CZ"/>
        </w:rPr>
        <w:t>současnosti</w:t>
      </w:r>
      <w:r w:rsidR="00CA3F46" w:rsidRPr="002A450E">
        <w:rPr>
          <w:rFonts w:eastAsia="Calibri" w:cs="Times New Roman"/>
          <w:lang w:eastAsia="cs-CZ"/>
        </w:rPr>
        <w:t xml:space="preserve"> zřízen integrační koncentrátor. </w:t>
      </w:r>
    </w:p>
    <w:bookmarkEnd w:id="1"/>
    <w:p w14:paraId="1E63EEA9" w14:textId="5C6EDDD7" w:rsid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4417073" w14:textId="77777777" w:rsidR="002A450E" w:rsidRPr="00CB7B5A" w:rsidRDefault="002A450E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AC79478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597BFF2" w14:textId="77777777" w:rsidR="00CB7B5A" w:rsidRPr="002A450E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A450E">
        <w:rPr>
          <w:rFonts w:eastAsia="Times New Roman" w:cs="Times New Roman"/>
          <w:lang w:eastAsia="cs-CZ"/>
        </w:rPr>
        <w:t xml:space="preserve">Vzhledem ke skutečnosti, že bylo provedeno pouze </w:t>
      </w:r>
      <w:r w:rsidRPr="002A450E">
        <w:rPr>
          <w:rFonts w:eastAsia="Times New Roman" w:cs="Times New Roman"/>
          <w:b/>
          <w:lang w:eastAsia="cs-CZ"/>
        </w:rPr>
        <w:t>vysvětlení zadávací dokumentace</w:t>
      </w:r>
      <w:r w:rsidRPr="002A450E">
        <w:rPr>
          <w:rFonts w:eastAsia="Times New Roman" w:cs="Times New Roman"/>
          <w:lang w:eastAsia="cs-CZ"/>
        </w:rPr>
        <w:t>, neprodlužuje zada</w:t>
      </w:r>
      <w:r w:rsidR="00483F34" w:rsidRPr="002A450E">
        <w:rPr>
          <w:rFonts w:eastAsia="Times New Roman" w:cs="Times New Roman"/>
          <w:lang w:eastAsia="cs-CZ"/>
        </w:rPr>
        <w:t>vatel lhůtu pro podání nabídek.</w:t>
      </w:r>
    </w:p>
    <w:p w14:paraId="39AB8699" w14:textId="77777777" w:rsidR="00483F34" w:rsidRPr="00FF7B1B" w:rsidRDefault="00483F34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47064662" w14:textId="25650FA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6C6F724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A450E">
        <w:rPr>
          <w:rFonts w:eastAsia="Calibri" w:cs="Times New Roman"/>
          <w:lang w:eastAsia="cs-CZ"/>
        </w:rPr>
        <w:lastRenderedPageBreak/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2A03FC3E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A5217FF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6F6B7A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F7AF8FF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7BAF01A9" w14:textId="3DA6A85C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959B3A" w14:textId="511CF1C3" w:rsidR="002A450E" w:rsidRDefault="002A450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739FFA" w14:textId="77777777" w:rsidR="002A450E" w:rsidRPr="00CB7B5A" w:rsidRDefault="002A450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2" w:name="_GoBack"/>
      <w:bookmarkEnd w:id="2"/>
    </w:p>
    <w:p w14:paraId="03DFA4FD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5C9234D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005C0CF4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669A728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7E3EA469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44365A8A" w14:textId="77777777" w:rsidR="00CC1E2B" w:rsidRDefault="00CC1E2B" w:rsidP="00CB7B5A"/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27815" w14:textId="77777777" w:rsidR="00747804" w:rsidRDefault="00747804" w:rsidP="00962258">
      <w:pPr>
        <w:spacing w:after="0" w:line="240" w:lineRule="auto"/>
      </w:pPr>
      <w:r>
        <w:separator/>
      </w:r>
    </w:p>
  </w:endnote>
  <w:endnote w:type="continuationSeparator" w:id="0">
    <w:p w14:paraId="4075A529" w14:textId="77777777" w:rsidR="00747804" w:rsidRDefault="0074780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503BC3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E72304" w14:textId="1B662D6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45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45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37263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C317E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078CAAA" w14:textId="77777777" w:rsidR="00F1715C" w:rsidRDefault="00F1715C" w:rsidP="00D831A3">
          <w:pPr>
            <w:pStyle w:val="Zpat"/>
          </w:pPr>
        </w:p>
      </w:tc>
    </w:tr>
  </w:tbl>
  <w:p w14:paraId="2B5774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F888EA4" wp14:editId="64D52CE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2A268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12969F8" wp14:editId="0CD3423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3441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562B3C5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07DB3B" w14:textId="22FA94AF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45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45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722AC5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55DF9438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45FB36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00C342C7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5DE57F05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4846BB8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C95381B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3964CA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806C11D" w14:textId="77777777" w:rsidR="00490C88" w:rsidRDefault="00490C88" w:rsidP="00331004">
          <w:pPr>
            <w:pStyle w:val="Zpat"/>
          </w:pPr>
        </w:p>
      </w:tc>
    </w:tr>
  </w:tbl>
  <w:p w14:paraId="53B6C86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F06ED19" wp14:editId="67C2AC9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FB6110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2646597" wp14:editId="509A1C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70A73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32AF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DC867" w14:textId="77777777" w:rsidR="00747804" w:rsidRDefault="00747804" w:rsidP="00962258">
      <w:pPr>
        <w:spacing w:after="0" w:line="240" w:lineRule="auto"/>
      </w:pPr>
      <w:r>
        <w:separator/>
      </w:r>
    </w:p>
  </w:footnote>
  <w:footnote w:type="continuationSeparator" w:id="0">
    <w:p w14:paraId="1666F1BA" w14:textId="77777777" w:rsidR="00747804" w:rsidRDefault="0074780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74A57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CAF21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5B087D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574EBE" w14:textId="77777777" w:rsidR="00F1715C" w:rsidRPr="00D6163D" w:rsidRDefault="00F1715C" w:rsidP="00D6163D">
          <w:pPr>
            <w:pStyle w:val="Druhdokumentu"/>
          </w:pPr>
        </w:p>
      </w:tc>
    </w:tr>
  </w:tbl>
  <w:p w14:paraId="45FD9D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3D9CDC0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7BA12D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F9EDEEA" wp14:editId="2CDA88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E2FBDD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E50FD3" w14:textId="77777777" w:rsidR="00F3199A" w:rsidRPr="00D6163D" w:rsidRDefault="00F3199A" w:rsidP="00FC6389">
          <w:pPr>
            <w:pStyle w:val="Druhdokumentu"/>
          </w:pPr>
        </w:p>
      </w:tc>
    </w:tr>
    <w:tr w:rsidR="00F3199A" w14:paraId="7F0F53E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5B17D27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6BA5499" wp14:editId="454C662C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1B0E5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022341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0A13606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EF871BD" wp14:editId="3C302BA3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63E226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464FC0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A450E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66AF8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58B"/>
    <w:rsid w:val="004C787C"/>
    <w:rsid w:val="004E4B2B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47804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5411A"/>
    <w:rsid w:val="00A6177B"/>
    <w:rsid w:val="00A66136"/>
    <w:rsid w:val="00A93CCF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E78FB"/>
    <w:rsid w:val="00BF374D"/>
    <w:rsid w:val="00C02D0A"/>
    <w:rsid w:val="00C03A6E"/>
    <w:rsid w:val="00C16FEB"/>
    <w:rsid w:val="00C30759"/>
    <w:rsid w:val="00C44F6A"/>
    <w:rsid w:val="00C727E5"/>
    <w:rsid w:val="00C8207D"/>
    <w:rsid w:val="00CA3F46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7640F"/>
    <w:rsid w:val="00E824F1"/>
    <w:rsid w:val="00EB104F"/>
    <w:rsid w:val="00EC641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  <w:rsid w:val="00FF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C1C92C"/>
  <w14:defaultImageDpi w14:val="32767"/>
  <w15:docId w15:val="{70884A99-47A9-454B-8F58-B1A9C25FD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456E79A-2145-4047-9B52-E01781DE0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2</Pages>
  <Words>315</Words>
  <Characters>1860</Characters>
  <Application>Microsoft Office Word</Application>
  <DocSecurity>4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</cp:revision>
  <cp:lastPrinted>2019-02-22T13:28:00Z</cp:lastPrinted>
  <dcterms:created xsi:type="dcterms:W3CDTF">2022-06-29T04:40:00Z</dcterms:created>
  <dcterms:modified xsi:type="dcterms:W3CDTF">2022-06-29T04:40:00Z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